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DF1" w:rsidRDefault="00393BED" w:rsidP="00A61DF1">
      <w:pPr>
        <w:spacing w:after="0"/>
        <w:jc w:val="center"/>
        <w:rPr>
          <w:rFonts w:ascii="Times New Roman" w:hAnsi="Times New Roman"/>
          <w:b/>
        </w:rPr>
      </w:pPr>
      <w:bookmarkStart w:id="0" w:name="_GoBack"/>
      <w:bookmarkEnd w:id="0"/>
      <w:r>
        <w:rPr>
          <w:rFonts w:ascii="Times New Roman" w:hAnsi="Times New Roman"/>
          <w:b/>
        </w:rPr>
        <w:t xml:space="preserve">Math </w:t>
      </w:r>
      <w:r w:rsidR="00A61DF1">
        <w:rPr>
          <w:rFonts w:ascii="Times New Roman" w:hAnsi="Times New Roman"/>
          <w:b/>
        </w:rPr>
        <w:t>Lesson Plan</w:t>
      </w:r>
    </w:p>
    <w:p w:rsidR="00A61DF1" w:rsidRDefault="00393BED" w:rsidP="00A61DF1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Unit 1 – Date: September </w:t>
      </w:r>
      <w:r w:rsidR="00AE6012">
        <w:rPr>
          <w:rFonts w:ascii="Times New Roman" w:hAnsi="Times New Roman"/>
          <w:b/>
        </w:rPr>
        <w:t>20</w:t>
      </w:r>
      <w:r w:rsidR="00AE6012" w:rsidRPr="00AE6012">
        <w:rPr>
          <w:rFonts w:ascii="Times New Roman" w:hAnsi="Times New Roman"/>
          <w:b/>
          <w:vertAlign w:val="superscript"/>
        </w:rPr>
        <w:t>th</w:t>
      </w:r>
      <w:r w:rsidR="00AE6012">
        <w:rPr>
          <w:rFonts w:ascii="Times New Roman" w:hAnsi="Times New Roman"/>
          <w:b/>
        </w:rPr>
        <w:t>-21</w:t>
      </w:r>
      <w:r w:rsidR="00AE6012" w:rsidRPr="00AE6012">
        <w:rPr>
          <w:rFonts w:ascii="Times New Roman" w:hAnsi="Times New Roman"/>
          <w:b/>
          <w:vertAlign w:val="superscript"/>
        </w:rPr>
        <w:t>st</w:t>
      </w:r>
      <w:r w:rsidR="00AE6012">
        <w:rPr>
          <w:rFonts w:ascii="Times New Roman" w:hAnsi="Times New Roman"/>
          <w:b/>
        </w:rPr>
        <w:t xml:space="preserve"> </w:t>
      </w:r>
    </w:p>
    <w:p w:rsidR="00A61DF1" w:rsidRDefault="00A61DF1" w:rsidP="00A61DF1">
      <w:pPr>
        <w:spacing w:after="0"/>
        <w:jc w:val="center"/>
        <w:rPr>
          <w:rFonts w:ascii="Times New Roman" w:hAnsi="Times New Roman"/>
          <w:b/>
        </w:rPr>
      </w:pPr>
    </w:p>
    <w:tbl>
      <w:tblPr>
        <w:tblW w:w="10890" w:type="dxa"/>
        <w:jc w:val="center"/>
        <w:tblInd w:w="-612" w:type="dxa"/>
        <w:tblBorders>
          <w:top w:val="thickThinSmallGap" w:sz="18" w:space="0" w:color="auto"/>
          <w:left w:val="thickThinSmallGap" w:sz="18" w:space="0" w:color="auto"/>
          <w:bottom w:val="thickThinSmallGap" w:sz="18" w:space="0" w:color="auto"/>
          <w:right w:val="thickThinSmallGap" w:sz="18" w:space="0" w:color="auto"/>
          <w:insideH w:val="thickThinSmallGap" w:sz="18" w:space="0" w:color="auto"/>
          <w:insideV w:val="thickThinSmallGap" w:sz="18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970"/>
        <w:gridCol w:w="2475"/>
        <w:gridCol w:w="1494"/>
        <w:gridCol w:w="3951"/>
      </w:tblGrid>
      <w:tr w:rsidR="00B4664B" w:rsidRPr="005841A6" w:rsidTr="00A61DF1">
        <w:trPr>
          <w:trHeight w:val="576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4664B" w:rsidRPr="005841A6" w:rsidRDefault="00B4664B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Unit Essential Question(s)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65018" w:rsidRDefault="00B4664B" w:rsidP="0009562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53206">
              <w:rPr>
                <w:rFonts w:asciiTheme="minorHAnsi" w:hAnsiTheme="minorHAnsi" w:cstheme="minorHAnsi"/>
                <w:sz w:val="24"/>
                <w:szCs w:val="24"/>
              </w:rPr>
              <w:t>How can we generate equivalent expressions?</w:t>
            </w:r>
          </w:p>
          <w:p w:rsidR="00B4664B" w:rsidRPr="00F53206" w:rsidRDefault="00B4664B" w:rsidP="0009562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53206">
              <w:rPr>
                <w:rFonts w:asciiTheme="minorHAnsi" w:hAnsiTheme="minorHAnsi" w:cstheme="minorHAnsi"/>
                <w:sz w:val="24"/>
                <w:szCs w:val="24"/>
              </w:rPr>
              <w:t>How are variables used in mathematics?</w:t>
            </w:r>
          </w:p>
        </w:tc>
      </w:tr>
      <w:tr w:rsidR="005F3AAB" w:rsidRPr="005841A6" w:rsidTr="00A61DF1">
        <w:trPr>
          <w:trHeight w:val="576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3AAB" w:rsidRPr="005841A6" w:rsidRDefault="005F3AAB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Common Core Standard: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F3AAB" w:rsidRPr="00F53206" w:rsidRDefault="00AE6012" w:rsidP="0009562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6.EE.3 and 6.EE.4</w:t>
            </w:r>
          </w:p>
        </w:tc>
      </w:tr>
      <w:tr w:rsidR="005F3AAB" w:rsidRPr="005841A6" w:rsidTr="00A61DF1">
        <w:trPr>
          <w:trHeight w:val="576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3AAB" w:rsidRPr="005841A6" w:rsidRDefault="005F3AAB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Bloom’s/ DOK 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F3AAB" w:rsidRDefault="00AE6012" w:rsidP="00AE6012">
            <w:pPr>
              <w:spacing w:after="0" w:line="240" w:lineRule="auto"/>
              <w:contextualSpacing/>
              <w:rPr>
                <w:rFonts w:eastAsia="Times New Roman" w:cs="Calibri"/>
                <w:bCs/>
                <w:color w:val="000000"/>
                <w:sz w:val="24"/>
                <w:szCs w:val="24"/>
              </w:rPr>
            </w:pPr>
            <w:r w:rsidRPr="00AE6012">
              <w:rPr>
                <w:rFonts w:cs="Calibri"/>
                <w:sz w:val="24"/>
                <w:szCs w:val="24"/>
              </w:rPr>
              <w:t>Apply</w:t>
            </w:r>
            <w:r>
              <w:rPr>
                <w:rFonts w:cs="Calibri"/>
                <w:sz w:val="24"/>
                <w:szCs w:val="24"/>
              </w:rPr>
              <w:t xml:space="preserve"> </w:t>
            </w:r>
            <w:r w:rsidRPr="00AE6012">
              <w:rPr>
                <w:rFonts w:cs="Calibri"/>
                <w:sz w:val="24"/>
                <w:szCs w:val="24"/>
              </w:rPr>
              <w:t>(apply-3)</w:t>
            </w:r>
            <w:r>
              <w:rPr>
                <w:rFonts w:cs="Calibri"/>
                <w:sz w:val="24"/>
                <w:szCs w:val="24"/>
              </w:rPr>
              <w:t xml:space="preserve"> </w:t>
            </w:r>
            <w:r w:rsidRPr="00AE6012">
              <w:rPr>
                <w:rFonts w:cs="Calibri"/>
                <w:sz w:val="24"/>
                <w:szCs w:val="24"/>
              </w:rPr>
              <w:t>Generate</w:t>
            </w:r>
            <w:r>
              <w:rPr>
                <w:rFonts w:cs="Calibri"/>
                <w:sz w:val="24"/>
                <w:szCs w:val="24"/>
              </w:rPr>
              <w:t xml:space="preserve"> </w:t>
            </w:r>
            <w:r w:rsidRPr="00AE6012">
              <w:rPr>
                <w:rFonts w:eastAsia="Times New Roman" w:cs="Calibri"/>
                <w:color w:val="000000"/>
                <w:sz w:val="24"/>
                <w:szCs w:val="24"/>
              </w:rPr>
              <w:t>(apply-3)</w:t>
            </w:r>
            <w:r>
              <w:rPr>
                <w:rFonts w:eastAsia="Times New Roman" w:cs="Calibri"/>
                <w:color w:val="000000"/>
                <w:sz w:val="24"/>
                <w:szCs w:val="24"/>
              </w:rPr>
              <w:t xml:space="preserve"> </w:t>
            </w:r>
            <w:r w:rsidRPr="00AE6012">
              <w:rPr>
                <w:rFonts w:eastAsia="Times New Roman" w:cs="Calibri"/>
                <w:bCs/>
                <w:color w:val="000000"/>
                <w:sz w:val="24"/>
                <w:szCs w:val="24"/>
              </w:rPr>
              <w:t>(DOK2)</w:t>
            </w:r>
          </w:p>
          <w:p w:rsidR="00AE6012" w:rsidRPr="00F53206" w:rsidRDefault="00AE6012" w:rsidP="00AE6012">
            <w:pPr>
              <w:pStyle w:val="ListParagraph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F53206">
              <w:rPr>
                <w:rFonts w:cstheme="minorHAnsi"/>
                <w:sz w:val="24"/>
                <w:szCs w:val="24"/>
              </w:rPr>
              <w:t xml:space="preserve">Identify 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F53206">
              <w:rPr>
                <w:rFonts w:cstheme="minorHAnsi"/>
                <w:sz w:val="24"/>
                <w:szCs w:val="24"/>
              </w:rPr>
              <w:t>(understand-2)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F53206">
              <w:rPr>
                <w:rFonts w:cstheme="minorHAnsi"/>
                <w:sz w:val="24"/>
                <w:szCs w:val="24"/>
              </w:rPr>
              <w:t>(apply-3)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F53206">
              <w:rPr>
                <w:rFonts w:asciiTheme="minorHAnsi" w:hAnsiTheme="minorHAnsi" w:cstheme="minorHAnsi"/>
                <w:bCs/>
                <w:sz w:val="24"/>
                <w:szCs w:val="24"/>
              </w:rPr>
              <w:t>(DOK3)</w:t>
            </w:r>
          </w:p>
        </w:tc>
      </w:tr>
      <w:tr w:rsidR="00095627" w:rsidRPr="005841A6" w:rsidTr="00A61DF1">
        <w:trPr>
          <w:trHeight w:val="864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5627" w:rsidRPr="005841A6" w:rsidRDefault="00095627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Learning Target(s)</w:t>
            </w:r>
          </w:p>
          <w:p w:rsidR="00095627" w:rsidRPr="00ED1293" w:rsidRDefault="00095627" w:rsidP="00C072C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D1293">
              <w:rPr>
                <w:rFonts w:ascii="Times New Roman" w:hAnsi="Times New Roman"/>
                <w:bCs/>
                <w:sz w:val="20"/>
                <w:szCs w:val="20"/>
              </w:rPr>
              <w:t>“I can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…” S</w:t>
            </w:r>
            <w:r w:rsidRPr="00ED1293">
              <w:rPr>
                <w:rFonts w:ascii="Times New Roman" w:hAnsi="Times New Roman"/>
                <w:bCs/>
                <w:sz w:val="20"/>
                <w:szCs w:val="20"/>
              </w:rPr>
              <w:t>tatements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95627" w:rsidRDefault="00AE6012" w:rsidP="00AE60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AE6012">
              <w:rPr>
                <w:rFonts w:cstheme="minorHAnsi"/>
                <w:sz w:val="24"/>
                <w:szCs w:val="24"/>
              </w:rPr>
              <w:t>I can create a visual model to show two expressions are equivalent (algebra tiles).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AE6012" w:rsidRPr="00F53206" w:rsidRDefault="00AE6012" w:rsidP="00AE6012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left="270" w:hanging="270"/>
              <w:rPr>
                <w:rFonts w:cstheme="minorHAnsi"/>
                <w:sz w:val="24"/>
                <w:szCs w:val="24"/>
              </w:rPr>
            </w:pPr>
            <w:r w:rsidRPr="00F53206">
              <w:rPr>
                <w:rFonts w:cstheme="minorHAnsi"/>
                <w:sz w:val="24"/>
                <w:szCs w:val="24"/>
              </w:rPr>
              <w:t>I can determine whether two expressions are equivalent by using the same value to evaluate both expressions.</w:t>
            </w:r>
          </w:p>
          <w:p w:rsidR="00AE6012" w:rsidRPr="00AE6012" w:rsidRDefault="00AE6012" w:rsidP="00AE601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F53206">
              <w:rPr>
                <w:rFonts w:cstheme="minorHAnsi"/>
                <w:sz w:val="24"/>
                <w:szCs w:val="24"/>
              </w:rPr>
              <w:t>I can use the properties of operations to justify that two expressions are equivalent.</w:t>
            </w:r>
          </w:p>
        </w:tc>
      </w:tr>
      <w:tr w:rsidR="00095627" w:rsidRPr="005841A6" w:rsidTr="00A61DF1">
        <w:trPr>
          <w:trHeight w:val="576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5627" w:rsidRPr="005841A6" w:rsidRDefault="00095627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Essential Vocabulary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E3837" w:rsidRPr="00393BED" w:rsidRDefault="00AE6012" w:rsidP="00393BE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Algebra, expressions, equivalent, value, evaluate, properties</w:t>
            </w:r>
            <w:r w:rsidR="00BE7E21">
              <w:rPr>
                <w:rFonts w:ascii="Times New Roman" w:hAnsi="Times New Roman"/>
                <w:b/>
                <w:sz w:val="20"/>
                <w:szCs w:val="20"/>
              </w:rPr>
              <w:t>, coefficient, constant, like terms, simplify,</w:t>
            </w:r>
          </w:p>
        </w:tc>
      </w:tr>
      <w:tr w:rsidR="00095627" w:rsidRPr="005841A6" w:rsidTr="00C072C8">
        <w:trPr>
          <w:trHeight w:val="338"/>
          <w:jc w:val="center"/>
        </w:trPr>
        <w:tc>
          <w:tcPr>
            <w:tcW w:w="2970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095627" w:rsidRPr="005841A6" w:rsidRDefault="00095627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Resources and Materials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095627" w:rsidRPr="005841A6" w:rsidRDefault="00095627" w:rsidP="00C07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Teacher</w:t>
            </w:r>
          </w:p>
        </w:tc>
        <w:tc>
          <w:tcPr>
            <w:tcW w:w="3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095627" w:rsidRPr="005841A6" w:rsidRDefault="00BF7FF7" w:rsidP="00C07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Technology</w:t>
            </w:r>
          </w:p>
        </w:tc>
      </w:tr>
      <w:tr w:rsidR="00095627" w:rsidRPr="005841A6" w:rsidTr="00A61DF1">
        <w:trPr>
          <w:trHeight w:val="576"/>
          <w:jc w:val="center"/>
        </w:trPr>
        <w:tc>
          <w:tcPr>
            <w:tcW w:w="2970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95627" w:rsidRPr="005841A6" w:rsidRDefault="00095627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E3837" w:rsidRPr="005841A6" w:rsidRDefault="00AE6012" w:rsidP="0091357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3-5 On Core pg. 7</w:t>
            </w:r>
            <w:r w:rsidR="00F62B80">
              <w:rPr>
                <w:rFonts w:ascii="Times New Roman" w:hAnsi="Times New Roman"/>
                <w:b/>
                <w:sz w:val="20"/>
                <w:szCs w:val="20"/>
              </w:rPr>
              <w:t>3-76</w:t>
            </w:r>
          </w:p>
        </w:tc>
        <w:tc>
          <w:tcPr>
            <w:tcW w:w="3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012" w:rsidRDefault="00AE6012" w:rsidP="00AE6012">
            <w:pPr>
              <w:autoSpaceDE w:val="0"/>
              <w:autoSpaceDN w:val="0"/>
              <w:adjustRightInd w:val="0"/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Online </w:t>
            </w:r>
            <w:r w:rsidRPr="00F53206">
              <w:rPr>
                <w:rFonts w:asciiTheme="minorHAnsi" w:hAnsiTheme="minorHAnsi" w:cstheme="minorHAnsi"/>
                <w:sz w:val="24"/>
                <w:szCs w:val="24"/>
              </w:rPr>
              <w:t>Session</w:t>
            </w:r>
            <w:hyperlink r:id="rId8" w:history="1">
              <w:r w:rsidRPr="00F53206">
                <w:rPr>
                  <w:rStyle w:val="Hyperlink"/>
                  <w:rFonts w:asciiTheme="minorHAnsi" w:hAnsiTheme="minorHAnsi" w:cstheme="minorHAnsi"/>
                  <w:sz w:val="24"/>
                  <w:szCs w:val="24"/>
                </w:rPr>
                <w:t>: Simplifying Algebraic Expressions</w:t>
              </w:r>
            </w:hyperlink>
          </w:p>
          <w:p w:rsidR="00AE6012" w:rsidRPr="00AE6012" w:rsidRDefault="00AE6012" w:rsidP="00AE601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AE60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Destination Math: </w:t>
            </w:r>
          </w:p>
          <w:p w:rsidR="00AE6012" w:rsidRPr="00AE6012" w:rsidRDefault="00AE6012" w:rsidP="00AE601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AE60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Session: </w:t>
            </w:r>
            <w:hyperlink r:id="rId9" w:history="1">
              <w:r w:rsidRPr="00AE6012">
                <w:rPr>
                  <w:rStyle w:val="Hyperlink"/>
                  <w:rFonts w:asciiTheme="minorHAnsi" w:hAnsiTheme="minorHAnsi" w:cstheme="minorHAnsi"/>
                  <w:b/>
                  <w:bCs/>
                  <w:sz w:val="24"/>
                  <w:szCs w:val="24"/>
                </w:rPr>
                <w:t>Simplifying Algebraic Expressions</w:t>
              </w:r>
            </w:hyperlink>
          </w:p>
          <w:p w:rsidR="00AE6012" w:rsidRPr="00AE6012" w:rsidRDefault="00AE6012" w:rsidP="00AE601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AE601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Websites:</w:t>
            </w:r>
          </w:p>
          <w:p w:rsidR="00AE6012" w:rsidRPr="00BF7FF7" w:rsidRDefault="009B1C27" w:rsidP="00AE601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hyperlink r:id="rId10" w:history="1">
              <w:r w:rsidR="00AE6012" w:rsidRPr="00AE6012">
                <w:rPr>
                  <w:rStyle w:val="Hyperlink"/>
                  <w:rFonts w:asciiTheme="minorHAnsi" w:hAnsiTheme="minorHAnsi" w:cstheme="minorHAnsi"/>
                  <w:b/>
                  <w:bCs/>
                  <w:sz w:val="24"/>
                  <w:szCs w:val="24"/>
                </w:rPr>
                <w:t>Distributive property practice</w:t>
              </w:r>
            </w:hyperlink>
          </w:p>
        </w:tc>
      </w:tr>
      <w:tr w:rsidR="00095627" w:rsidRPr="005841A6" w:rsidTr="00C072C8">
        <w:trPr>
          <w:trHeight w:val="197"/>
          <w:jc w:val="center"/>
        </w:trPr>
        <w:tc>
          <w:tcPr>
            <w:tcW w:w="108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627" w:rsidRPr="00D85633" w:rsidRDefault="00095627" w:rsidP="00C072C8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D85633">
              <w:rPr>
                <w:rFonts w:ascii="Times New Roman" w:hAnsi="Times New Roman"/>
                <w:b/>
              </w:rPr>
              <w:t>8 Mathematical Practices:</w:t>
            </w:r>
          </w:p>
        </w:tc>
      </w:tr>
      <w:tr w:rsidR="0025050F" w:rsidRPr="002C6A3F" w:rsidTr="00C072C8">
        <w:trPr>
          <w:trHeight w:val="1008"/>
          <w:jc w:val="center"/>
        </w:trPr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5050F" w:rsidRPr="00864684" w:rsidRDefault="0025050F" w:rsidP="006563B5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864684">
              <w:rPr>
                <w:rFonts w:ascii="Times New Roman" w:hAnsi="Times New Roman"/>
                <w:sz w:val="18"/>
                <w:szCs w:val="18"/>
              </w:rPr>
              <w:t xml:space="preserve">   1.  Make sense of problems and persevere in solving them. </w:t>
            </w:r>
          </w:p>
          <w:p w:rsidR="0025050F" w:rsidRPr="00864684" w:rsidRDefault="0025050F" w:rsidP="006563B5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864684">
              <w:rPr>
                <w:rFonts w:ascii="Times New Roman" w:hAnsi="Times New Roman"/>
                <w:sz w:val="18"/>
                <w:szCs w:val="18"/>
              </w:rPr>
              <w:t>2.  Reason abstractly and quantitatively.</w:t>
            </w:r>
          </w:p>
          <w:p w:rsidR="0025050F" w:rsidRPr="00A27609" w:rsidRDefault="0025050F" w:rsidP="006563B5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A27609">
              <w:rPr>
                <w:rFonts w:ascii="Times New Roman" w:hAnsi="Times New Roman"/>
                <w:sz w:val="18"/>
                <w:szCs w:val="18"/>
              </w:rPr>
              <w:t>4.  Model with mathematics.</w:t>
            </w:r>
          </w:p>
        </w:tc>
        <w:tc>
          <w:tcPr>
            <w:tcW w:w="54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050F" w:rsidRPr="00A27609" w:rsidRDefault="0025050F" w:rsidP="006563B5">
            <w:pPr>
              <w:pStyle w:val="ListParagraph"/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27609">
              <w:rPr>
                <w:rFonts w:ascii="Times New Roman" w:hAnsi="Times New Roman"/>
                <w:sz w:val="18"/>
                <w:szCs w:val="18"/>
              </w:rPr>
              <w:t>7.  Look for and make use of structure.</w:t>
            </w:r>
          </w:p>
          <w:p w:rsidR="0025050F" w:rsidRPr="002C6A3F" w:rsidRDefault="0025050F" w:rsidP="006563B5">
            <w:pPr>
              <w:spacing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4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25050F" w:rsidRPr="005841A6" w:rsidTr="00BF7FF7">
        <w:trPr>
          <w:trHeight w:val="791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5050F" w:rsidRPr="005841A6" w:rsidRDefault="0025050F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Bell ringer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5050F" w:rsidRPr="005841A6" w:rsidRDefault="00BE7E21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Over head warm-up</w:t>
            </w:r>
          </w:p>
        </w:tc>
      </w:tr>
      <w:tr w:rsidR="0025050F" w:rsidRPr="005841A6" w:rsidTr="00A61DF1">
        <w:trPr>
          <w:trHeight w:val="576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5050F" w:rsidRPr="005841A6" w:rsidRDefault="0025050F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Activating Strategy</w:t>
            </w:r>
          </w:p>
          <w:p w:rsidR="0025050F" w:rsidRPr="00286063" w:rsidRDefault="0025050F" w:rsidP="00C072C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86063">
              <w:rPr>
                <w:rFonts w:ascii="Times New Roman" w:hAnsi="Times New Roman"/>
                <w:bCs/>
                <w:sz w:val="20"/>
                <w:szCs w:val="20"/>
              </w:rPr>
              <w:t>(Opening Activity)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96C42" w:rsidRDefault="00D96C42" w:rsidP="00550C1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Day One: </w:t>
            </w:r>
          </w:p>
          <w:p w:rsidR="00D96C42" w:rsidRDefault="00D96C42" w:rsidP="00550C1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5050F" w:rsidRDefault="0096623D" w:rsidP="00550C1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Pass out handfuls of pattern blocks to students and have them combine like terms. Different shapes are different variables and students must decide on a coefficient for each variable. As separate variables first, then have students write coefficient. </w:t>
            </w:r>
          </w:p>
          <w:p w:rsidR="00D96C42" w:rsidRDefault="00D96C42" w:rsidP="00550C1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96C42" w:rsidRDefault="00D96C42" w:rsidP="00550C1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Day Two: </w:t>
            </w:r>
          </w:p>
          <w:p w:rsidR="00D96C42" w:rsidRDefault="00D96C42" w:rsidP="00550C1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96C42" w:rsidRPr="005841A6" w:rsidRDefault="00D96C42" w:rsidP="00550C1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Students get entire “strip” worksheet </w:t>
            </w:r>
          </w:p>
        </w:tc>
      </w:tr>
      <w:tr w:rsidR="0025050F" w:rsidRPr="005841A6" w:rsidTr="00A61DF1">
        <w:trPr>
          <w:trHeight w:val="2160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5050F" w:rsidRPr="005841A6" w:rsidRDefault="0025050F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Cognitive Teaching Strategies</w:t>
            </w:r>
          </w:p>
          <w:p w:rsidR="0025050F" w:rsidRPr="005841A6" w:rsidRDefault="0025050F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5050F" w:rsidRPr="005841A6" w:rsidRDefault="0025050F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6623D" w:rsidRDefault="00D96C42" w:rsidP="00550C1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Day One: </w:t>
            </w:r>
          </w:p>
          <w:p w:rsidR="00D96C42" w:rsidRDefault="00D96C42" w:rsidP="00550C1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6623D" w:rsidRDefault="0096623D" w:rsidP="00550C1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Work through examples with color, boxes, triangles, circles to indicate like terms. Then combine. </w:t>
            </w:r>
          </w:p>
          <w:p w:rsidR="0096623D" w:rsidRDefault="0096623D" w:rsidP="00550C1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5050F" w:rsidRDefault="0096623D" w:rsidP="00550C1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On Core pg. 73</w:t>
            </w:r>
            <w:r w:rsidR="006A54F0">
              <w:rPr>
                <w:rFonts w:ascii="Times New Roman" w:hAnsi="Times New Roman"/>
                <w:b/>
                <w:sz w:val="20"/>
                <w:szCs w:val="20"/>
              </w:rPr>
              <w:t>-74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EXPLORE section.</w:t>
            </w:r>
          </w:p>
          <w:p w:rsidR="0096623D" w:rsidRDefault="0096623D" w:rsidP="00550C1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6623D" w:rsidRDefault="0096623D" w:rsidP="00550C1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Holt pg. 156 </w:t>
            </w:r>
          </w:p>
          <w:p w:rsidR="00D96C42" w:rsidRDefault="00D96C42" w:rsidP="00550C1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96C42" w:rsidRDefault="00D96C42" w:rsidP="00550C1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Day Two: </w:t>
            </w:r>
          </w:p>
          <w:p w:rsidR="00D96C42" w:rsidRDefault="00D96C42" w:rsidP="00550C1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96C42" w:rsidRDefault="006A54F0" w:rsidP="00550C1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On Core pg. 75-76 for regular and advanced students. Go over with students. </w:t>
            </w:r>
          </w:p>
          <w:p w:rsidR="006A54F0" w:rsidRDefault="006A54F0" w:rsidP="00550C1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Pg. 77-80 for advanced problem solving. </w:t>
            </w:r>
          </w:p>
          <w:p w:rsidR="0096623D" w:rsidRDefault="0096623D" w:rsidP="00550C1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6623D" w:rsidRPr="00EB3068" w:rsidRDefault="0096623D" w:rsidP="00550C1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5050F" w:rsidRPr="005841A6" w:rsidTr="00A61DF1">
        <w:trPr>
          <w:trHeight w:val="576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5050F" w:rsidRPr="005841A6" w:rsidRDefault="0025050F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Summarizing Strategy</w:t>
            </w:r>
          </w:p>
          <w:p w:rsidR="0025050F" w:rsidRPr="00286063" w:rsidRDefault="0025050F" w:rsidP="00C072C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86063">
              <w:rPr>
                <w:rFonts w:ascii="Times New Roman" w:hAnsi="Times New Roman"/>
                <w:bCs/>
                <w:sz w:val="20"/>
                <w:szCs w:val="20"/>
              </w:rPr>
              <w:t>(Closing Activity)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5050F" w:rsidRDefault="0096623D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Use “strip” activity. One strip per student as TOD. </w:t>
            </w:r>
          </w:p>
          <w:p w:rsidR="006A54F0" w:rsidRDefault="006A54F0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A54F0" w:rsidRDefault="006A54F0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Day Two: </w:t>
            </w:r>
          </w:p>
          <w:p w:rsidR="006A54F0" w:rsidRDefault="006A54F0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A54F0" w:rsidRPr="005841A6" w:rsidRDefault="006A54F0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Check independent practice. </w:t>
            </w:r>
          </w:p>
        </w:tc>
      </w:tr>
      <w:tr w:rsidR="0025050F" w:rsidRPr="005841A6" w:rsidTr="0091357B">
        <w:trPr>
          <w:trHeight w:val="242"/>
          <w:jc w:val="center"/>
        </w:trPr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25050F" w:rsidRPr="00864684" w:rsidRDefault="0025050F" w:rsidP="00C07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4">
              <w:rPr>
                <w:rFonts w:ascii="Times New Roman" w:hAnsi="Times New Roman"/>
                <w:b/>
                <w:sz w:val="20"/>
                <w:szCs w:val="20"/>
              </w:rPr>
              <w:t>Assessment</w:t>
            </w:r>
          </w:p>
        </w:tc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25050F" w:rsidRPr="00864684" w:rsidRDefault="0025050F" w:rsidP="00C07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4">
              <w:rPr>
                <w:rFonts w:ascii="Times New Roman" w:hAnsi="Times New Roman"/>
                <w:b/>
                <w:sz w:val="20"/>
                <w:szCs w:val="20"/>
              </w:rPr>
              <w:t>Homework</w:t>
            </w:r>
          </w:p>
        </w:tc>
      </w:tr>
      <w:tr w:rsidR="0025050F" w:rsidRPr="005841A6" w:rsidTr="00A61DF1">
        <w:trPr>
          <w:trHeight w:val="576"/>
          <w:jc w:val="center"/>
        </w:trPr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50F" w:rsidRDefault="0096623D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Students complete their strip with 100% accuracy. </w:t>
            </w:r>
          </w:p>
          <w:p w:rsidR="006A54F0" w:rsidRDefault="006A54F0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A54F0" w:rsidRDefault="006A54F0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Day Two: </w:t>
            </w:r>
          </w:p>
          <w:p w:rsidR="006A54F0" w:rsidRDefault="006A54F0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A54F0" w:rsidRPr="005841A6" w:rsidRDefault="006A54F0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Practice section on page 76 with 80% accuracy </w:t>
            </w:r>
          </w:p>
        </w:tc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4F0" w:rsidRDefault="00D96C42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Pizzazz puzzle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worksheet. </w:t>
            </w:r>
          </w:p>
          <w:p w:rsidR="006A54F0" w:rsidRDefault="006A54F0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A54F0" w:rsidRDefault="006A54F0" w:rsidP="006A54F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Review for mastery pg. 158 Lesson 4-3 Holt</w:t>
            </w:r>
          </w:p>
          <w:p w:rsidR="006A54F0" w:rsidRDefault="006A54F0" w:rsidP="006A54F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A54F0" w:rsidRPr="005841A6" w:rsidRDefault="006A54F0" w:rsidP="006A54F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Advanced pg. 158 Lesson 4-3 Holt Problem Solving.</w:t>
            </w:r>
          </w:p>
        </w:tc>
      </w:tr>
      <w:tr w:rsidR="0025050F" w:rsidRPr="005841A6" w:rsidTr="00A61DF1">
        <w:trPr>
          <w:trHeight w:val="576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5050F" w:rsidRPr="005841A6" w:rsidRDefault="0025050F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Re-teaching Plan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5050F" w:rsidRDefault="00D96C42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Peer partnering to work with struggling students. </w:t>
            </w:r>
          </w:p>
          <w:p w:rsidR="006A54F0" w:rsidRDefault="006A54F0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A54F0" w:rsidRDefault="006A54F0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A54F0" w:rsidRPr="005841A6" w:rsidRDefault="006A54F0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927757" w:rsidRDefault="009B1C27"/>
    <w:sectPr w:rsidR="00927757" w:rsidSect="00A61DF1">
      <w:headerReference w:type="default" r:id="rId11"/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3BAE" w:rsidRDefault="00DD3BAE" w:rsidP="00A61DF1">
      <w:pPr>
        <w:spacing w:after="0" w:line="240" w:lineRule="auto"/>
      </w:pPr>
      <w:r>
        <w:separator/>
      </w:r>
    </w:p>
  </w:endnote>
  <w:endnote w:type="continuationSeparator" w:id="0">
    <w:p w:rsidR="00DD3BAE" w:rsidRDefault="00DD3BAE" w:rsidP="00A61D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3BAE" w:rsidRDefault="00DD3BAE" w:rsidP="00A61DF1">
      <w:pPr>
        <w:spacing w:after="0" w:line="240" w:lineRule="auto"/>
      </w:pPr>
      <w:r>
        <w:separator/>
      </w:r>
    </w:p>
  </w:footnote>
  <w:footnote w:type="continuationSeparator" w:id="0">
    <w:p w:rsidR="00DD3BAE" w:rsidRDefault="00DD3BAE" w:rsidP="00A61D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DF1" w:rsidRDefault="00A61DF1" w:rsidP="00C310CF">
    <w:pPr>
      <w:pStyle w:val="Header"/>
      <w:tabs>
        <w:tab w:val="clear" w:pos="9360"/>
        <w:tab w:val="right" w:pos="1026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7542C"/>
    <w:multiLevelType w:val="hybridMultilevel"/>
    <w:tmpl w:val="5CC204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08099B"/>
    <w:multiLevelType w:val="hybridMultilevel"/>
    <w:tmpl w:val="4AEEFB92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3D3547D"/>
    <w:multiLevelType w:val="hybridMultilevel"/>
    <w:tmpl w:val="F47024C8"/>
    <w:lvl w:ilvl="0" w:tplc="0409000D">
      <w:start w:val="1"/>
      <w:numFmt w:val="bullet"/>
      <w:lvlText w:val=""/>
      <w:lvlJc w:val="left"/>
      <w:pPr>
        <w:ind w:left="83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3">
    <w:nsid w:val="154F315E"/>
    <w:multiLevelType w:val="hybridMultilevel"/>
    <w:tmpl w:val="2C8667B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577E3"/>
    <w:multiLevelType w:val="hybridMultilevel"/>
    <w:tmpl w:val="52BECA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A754D6"/>
    <w:multiLevelType w:val="hybridMultilevel"/>
    <w:tmpl w:val="44A617E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6">
    <w:nsid w:val="23720551"/>
    <w:multiLevelType w:val="hybridMultilevel"/>
    <w:tmpl w:val="5FE2F12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3555F4"/>
    <w:multiLevelType w:val="hybridMultilevel"/>
    <w:tmpl w:val="9A88D9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1A042B"/>
    <w:multiLevelType w:val="hybridMultilevel"/>
    <w:tmpl w:val="F670D18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4445BC"/>
    <w:multiLevelType w:val="hybridMultilevel"/>
    <w:tmpl w:val="357E757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094B31"/>
    <w:multiLevelType w:val="hybridMultilevel"/>
    <w:tmpl w:val="6BC86C2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C44EDB"/>
    <w:multiLevelType w:val="hybridMultilevel"/>
    <w:tmpl w:val="F50A41B6"/>
    <w:lvl w:ilvl="0" w:tplc="0409000D">
      <w:start w:val="1"/>
      <w:numFmt w:val="bullet"/>
      <w:lvlText w:val=""/>
      <w:lvlJc w:val="lef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2">
    <w:nsid w:val="66047D67"/>
    <w:multiLevelType w:val="hybridMultilevel"/>
    <w:tmpl w:val="E7D0C00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971319B"/>
    <w:multiLevelType w:val="hybridMultilevel"/>
    <w:tmpl w:val="3EA0CA2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0"/>
  </w:num>
  <w:num w:numId="5">
    <w:abstractNumId w:val="6"/>
  </w:num>
  <w:num w:numId="6">
    <w:abstractNumId w:val="2"/>
  </w:num>
  <w:num w:numId="7">
    <w:abstractNumId w:val="9"/>
  </w:num>
  <w:num w:numId="8">
    <w:abstractNumId w:val="5"/>
  </w:num>
  <w:num w:numId="9">
    <w:abstractNumId w:val="11"/>
  </w:num>
  <w:num w:numId="10">
    <w:abstractNumId w:val="8"/>
  </w:num>
  <w:num w:numId="11">
    <w:abstractNumId w:val="1"/>
  </w:num>
  <w:num w:numId="12">
    <w:abstractNumId w:val="3"/>
  </w:num>
  <w:num w:numId="13">
    <w:abstractNumId w:val="12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46E"/>
    <w:rsid w:val="00054DE7"/>
    <w:rsid w:val="00086D5C"/>
    <w:rsid w:val="00095627"/>
    <w:rsid w:val="00134459"/>
    <w:rsid w:val="00165489"/>
    <w:rsid w:val="00196FC0"/>
    <w:rsid w:val="001E4D4E"/>
    <w:rsid w:val="001F15CB"/>
    <w:rsid w:val="001F446E"/>
    <w:rsid w:val="0025050F"/>
    <w:rsid w:val="002C11B4"/>
    <w:rsid w:val="002E6716"/>
    <w:rsid w:val="00361993"/>
    <w:rsid w:val="003647A9"/>
    <w:rsid w:val="00393BED"/>
    <w:rsid w:val="003E3837"/>
    <w:rsid w:val="004437E4"/>
    <w:rsid w:val="00445DAD"/>
    <w:rsid w:val="00467FBA"/>
    <w:rsid w:val="004B33C1"/>
    <w:rsid w:val="004D3530"/>
    <w:rsid w:val="004F109C"/>
    <w:rsid w:val="00550C16"/>
    <w:rsid w:val="00596560"/>
    <w:rsid w:val="005D08C4"/>
    <w:rsid w:val="005E6AD3"/>
    <w:rsid w:val="005F3AAB"/>
    <w:rsid w:val="00602BD0"/>
    <w:rsid w:val="006310C8"/>
    <w:rsid w:val="00682354"/>
    <w:rsid w:val="006910A5"/>
    <w:rsid w:val="006A54F0"/>
    <w:rsid w:val="00730262"/>
    <w:rsid w:val="00752613"/>
    <w:rsid w:val="007962C7"/>
    <w:rsid w:val="0085056E"/>
    <w:rsid w:val="0085472F"/>
    <w:rsid w:val="00897E04"/>
    <w:rsid w:val="00905E95"/>
    <w:rsid w:val="0091357B"/>
    <w:rsid w:val="0091416D"/>
    <w:rsid w:val="00915870"/>
    <w:rsid w:val="00944184"/>
    <w:rsid w:val="0096623D"/>
    <w:rsid w:val="00995AF7"/>
    <w:rsid w:val="009A4C2E"/>
    <w:rsid w:val="009B1C27"/>
    <w:rsid w:val="00A27609"/>
    <w:rsid w:val="00A345B9"/>
    <w:rsid w:val="00A46DA6"/>
    <w:rsid w:val="00A61DF1"/>
    <w:rsid w:val="00A714D3"/>
    <w:rsid w:val="00AD17BA"/>
    <w:rsid w:val="00AE6012"/>
    <w:rsid w:val="00B4664B"/>
    <w:rsid w:val="00B53436"/>
    <w:rsid w:val="00BE73E4"/>
    <w:rsid w:val="00BE7E21"/>
    <w:rsid w:val="00BF7FF7"/>
    <w:rsid w:val="00C23428"/>
    <w:rsid w:val="00C310CF"/>
    <w:rsid w:val="00C962C3"/>
    <w:rsid w:val="00CF4A0C"/>
    <w:rsid w:val="00D549C8"/>
    <w:rsid w:val="00D708B2"/>
    <w:rsid w:val="00D76754"/>
    <w:rsid w:val="00D96C42"/>
    <w:rsid w:val="00DD2844"/>
    <w:rsid w:val="00DD3BAE"/>
    <w:rsid w:val="00DD7C3A"/>
    <w:rsid w:val="00E24A5B"/>
    <w:rsid w:val="00E349DC"/>
    <w:rsid w:val="00E80BDA"/>
    <w:rsid w:val="00E93548"/>
    <w:rsid w:val="00EB3068"/>
    <w:rsid w:val="00F62B80"/>
    <w:rsid w:val="00F65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1DF1"/>
    <w:rPr>
      <w:rFonts w:ascii="Calibri" w:eastAsia="Calibri" w:hAnsi="Calibri" w:cs="Times New Roman"/>
      <w:lang w:eastAsia="en-US"/>
    </w:rPr>
  </w:style>
  <w:style w:type="paragraph" w:styleId="Heading3">
    <w:name w:val="heading 3"/>
    <w:basedOn w:val="Normal"/>
    <w:link w:val="Heading3Char"/>
    <w:uiPriority w:val="9"/>
    <w:qFormat/>
    <w:rsid w:val="00EB306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1DF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61D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1DF1"/>
    <w:rPr>
      <w:rFonts w:ascii="Tahoma" w:eastAsia="Calibri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A61D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A61DF1"/>
    <w:rPr>
      <w:rFonts w:ascii="Calibri" w:eastAsia="Calibri" w:hAnsi="Calibri" w:cs="Times New Roman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A61D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1DF1"/>
    <w:rPr>
      <w:rFonts w:ascii="Calibri" w:eastAsia="Calibri" w:hAnsi="Calibri" w:cs="Times New Roman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EB3068"/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character" w:styleId="Hyperlink">
    <w:name w:val="Hyperlink"/>
    <w:basedOn w:val="DefaultParagraphFont"/>
    <w:uiPriority w:val="99"/>
    <w:unhideWhenUsed/>
    <w:rsid w:val="00EB3068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F7FF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1DF1"/>
    <w:rPr>
      <w:rFonts w:ascii="Calibri" w:eastAsia="Calibri" w:hAnsi="Calibri" w:cs="Times New Roman"/>
      <w:lang w:eastAsia="en-US"/>
    </w:rPr>
  </w:style>
  <w:style w:type="paragraph" w:styleId="Heading3">
    <w:name w:val="heading 3"/>
    <w:basedOn w:val="Normal"/>
    <w:link w:val="Heading3Char"/>
    <w:uiPriority w:val="9"/>
    <w:qFormat/>
    <w:rsid w:val="00EB306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1DF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61D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1DF1"/>
    <w:rPr>
      <w:rFonts w:ascii="Tahoma" w:eastAsia="Calibri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A61D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A61DF1"/>
    <w:rPr>
      <w:rFonts w:ascii="Calibri" w:eastAsia="Calibri" w:hAnsi="Calibri" w:cs="Times New Roman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A61D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1DF1"/>
    <w:rPr>
      <w:rFonts w:ascii="Calibri" w:eastAsia="Calibri" w:hAnsi="Calibri" w:cs="Times New Roman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EB3068"/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character" w:styleId="Hyperlink">
    <w:name w:val="Hyperlink"/>
    <w:basedOn w:val="DefaultParagraphFont"/>
    <w:uiPriority w:val="99"/>
    <w:unhideWhenUsed/>
    <w:rsid w:val="00EB3068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F7FF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654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ems.gcsnc.com/lvcontentitems_41/lvContentItems_41/DispForm.aspx?ID=148&amp;source=/_layouts/LearningVillage/CloseDialog.aspx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quia.com/ba/15357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gems.gcsnc.com/lvcontentitems_41/lvContentItems_41/DispForm.aspx?ID=148&amp;source=/_layouts/LearningVillage/CloseDialog.aspx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erling\Documents\Common%20Core%20Lessons%202012-2013\Common_Core_Lesson_Plan_Template_-_Generi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Common_Core_Lesson_Plan_Template_-_Generic.dotx</Template>
  <TotalTime>1</TotalTime>
  <Pages>2</Pages>
  <Words>402</Words>
  <Characters>2292</Characters>
  <Application>Microsoft Office Word</Application>
  <DocSecurity>4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2689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Sterling</dc:creator>
  <cp:lastModifiedBy>Phillips, Elizabeth</cp:lastModifiedBy>
  <cp:revision>2</cp:revision>
  <cp:lastPrinted>2012-07-25T18:37:00Z</cp:lastPrinted>
  <dcterms:created xsi:type="dcterms:W3CDTF">2012-07-26T17:42:00Z</dcterms:created>
  <dcterms:modified xsi:type="dcterms:W3CDTF">2012-07-26T17:42:00Z</dcterms:modified>
</cp:coreProperties>
</file>